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EB" w:rsidRDefault="005600A2" w:rsidP="0008358D">
      <w:pPr>
        <w:pStyle w:val="NoSpacing"/>
      </w:pPr>
      <w:r>
        <w:t xml:space="preserve">Grade </w:t>
      </w:r>
      <w:r w:rsidR="00784076">
        <w:t>6</w:t>
      </w:r>
      <w:r>
        <w:t xml:space="preserve"> </w:t>
      </w:r>
      <w:proofErr w:type="gramStart"/>
      <w:r>
        <w:t>Math</w:t>
      </w:r>
      <w:proofErr w:type="gramEnd"/>
      <w:r>
        <w:t xml:space="preserve"> – The International School of Beijing</w:t>
      </w:r>
    </w:p>
    <w:p w:rsidR="005600A2" w:rsidRDefault="005600A2" w:rsidP="005600A2">
      <w:pPr>
        <w:pStyle w:val="Title"/>
      </w:pPr>
      <w:r>
        <w:t xml:space="preserve">Unit </w:t>
      </w:r>
      <w:r w:rsidR="00784076">
        <w:t>5: Fractions and Percent</w:t>
      </w:r>
    </w:p>
    <w:tbl>
      <w:tblPr>
        <w:tblStyle w:val="TableGrid"/>
        <w:tblW w:w="0" w:type="auto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shd w:val="clear" w:color="auto" w:fill="4F81BD" w:themeFill="accent1"/>
        <w:tblCellMar>
          <w:top w:w="57" w:type="dxa"/>
          <w:bottom w:w="57" w:type="dxa"/>
        </w:tblCellMar>
        <w:tblLook w:val="04A0"/>
      </w:tblPr>
      <w:tblGrid>
        <w:gridCol w:w="1809"/>
        <w:gridCol w:w="8612"/>
      </w:tblGrid>
      <w:tr w:rsidR="005600A2" w:rsidTr="005C7D39">
        <w:trPr>
          <w:trHeight w:val="531"/>
        </w:trPr>
        <w:tc>
          <w:tcPr>
            <w:tcW w:w="10421" w:type="dxa"/>
            <w:gridSpan w:val="2"/>
            <w:shd w:val="clear" w:color="auto" w:fill="4F81BD" w:themeFill="accent1"/>
            <w:vAlign w:val="center"/>
          </w:tcPr>
          <w:p w:rsidR="005600A2" w:rsidRPr="00DC461E" w:rsidRDefault="00482498" w:rsidP="005C7D39">
            <w:pPr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t>Topic</w:t>
            </w:r>
            <w:r w:rsidR="00525676">
              <w:rPr>
                <w:b/>
                <w:color w:val="FFFFFF" w:themeColor="background1"/>
                <w:sz w:val="32"/>
              </w:rPr>
              <w:t xml:space="preserve"> 1: Review of Fractions</w:t>
            </w:r>
          </w:p>
        </w:tc>
      </w:tr>
      <w:tr w:rsidR="005600A2" w:rsidTr="005600A2">
        <w:trPr>
          <w:trHeight w:val="411"/>
        </w:trPr>
        <w:tc>
          <w:tcPr>
            <w:tcW w:w="1809" w:type="dxa"/>
            <w:shd w:val="clear" w:color="auto" w:fill="auto"/>
          </w:tcPr>
          <w:p w:rsidR="005600A2" w:rsidRPr="00CB4C32" w:rsidRDefault="005600A2" w:rsidP="005600A2">
            <w:pPr>
              <w:rPr>
                <w:b/>
              </w:rPr>
            </w:pPr>
            <w:r w:rsidRPr="00CB4C32">
              <w:rPr>
                <w:b/>
              </w:rPr>
              <w:t>Objectives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5600A2" w:rsidRDefault="005600A2" w:rsidP="005600A2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should be able to</w:t>
            </w:r>
          </w:p>
          <w:p w:rsidR="005600A2" w:rsidRDefault="00DC461E" w:rsidP="005600A2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25676">
              <w:rPr>
                <w:sz w:val="20"/>
                <w:szCs w:val="20"/>
              </w:rPr>
              <w:t>Identify the parts of a fraction</w:t>
            </w:r>
          </w:p>
          <w:p w:rsidR="005600A2" w:rsidRDefault="00DC461E" w:rsidP="005600A2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25676">
              <w:rPr>
                <w:sz w:val="20"/>
                <w:szCs w:val="20"/>
              </w:rPr>
              <w:t>Write equivalent fractions</w:t>
            </w:r>
          </w:p>
          <w:p w:rsidR="005600A2" w:rsidRDefault="00DC461E" w:rsidP="005600A2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25676">
              <w:rPr>
                <w:sz w:val="20"/>
                <w:szCs w:val="20"/>
              </w:rPr>
              <w:t>Change between improper fractions and mixed numbers</w:t>
            </w:r>
          </w:p>
          <w:p w:rsidR="005600A2" w:rsidRPr="005600A2" w:rsidRDefault="00DC461E" w:rsidP="005600A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sz w:val="20"/>
                <w:szCs w:val="20"/>
              </w:rPr>
              <w:t xml:space="preserve"> </w:t>
            </w:r>
            <w:r w:rsidR="00525676">
              <w:rPr>
                <w:sz w:val="20"/>
                <w:szCs w:val="20"/>
              </w:rPr>
              <w:t>Simplify fractions</w:t>
            </w:r>
          </w:p>
        </w:tc>
      </w:tr>
      <w:tr w:rsidR="005600A2" w:rsidTr="005600A2">
        <w:trPr>
          <w:trHeight w:val="411"/>
        </w:trPr>
        <w:tc>
          <w:tcPr>
            <w:tcW w:w="1809" w:type="dxa"/>
            <w:shd w:val="clear" w:color="auto" w:fill="auto"/>
          </w:tcPr>
          <w:p w:rsidR="005600A2" w:rsidRPr="00CB4C32" w:rsidRDefault="005600A2" w:rsidP="005600A2">
            <w:pPr>
              <w:rPr>
                <w:b/>
              </w:rPr>
            </w:pPr>
            <w:r>
              <w:rPr>
                <w:b/>
              </w:rPr>
              <w:t>Guiding Questions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5600A2" w:rsidRDefault="00525676" w:rsidP="005600A2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a fraction?</w:t>
            </w:r>
          </w:p>
          <w:p w:rsidR="00525676" w:rsidRDefault="00525676" w:rsidP="005600A2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Why do we need to write equivalent fractions?</w:t>
            </w:r>
          </w:p>
          <w:p w:rsidR="00525676" w:rsidRDefault="00525676" w:rsidP="005600A2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the difference between mixed numbers and improper fractions?</w:t>
            </w:r>
          </w:p>
          <w:p w:rsidR="00525676" w:rsidRDefault="00525676" w:rsidP="005600A2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I simplify a fraction?</w:t>
            </w:r>
          </w:p>
        </w:tc>
      </w:tr>
      <w:tr w:rsidR="005600A2" w:rsidTr="005600A2">
        <w:trPr>
          <w:trHeight w:val="411"/>
        </w:trPr>
        <w:tc>
          <w:tcPr>
            <w:tcW w:w="1809" w:type="dxa"/>
            <w:shd w:val="clear" w:color="auto" w:fill="auto"/>
          </w:tcPr>
          <w:p w:rsidR="005600A2" w:rsidRDefault="005600A2" w:rsidP="005600A2">
            <w:pPr>
              <w:rPr>
                <w:b/>
              </w:rPr>
            </w:pPr>
            <w:r>
              <w:rPr>
                <w:b/>
              </w:rPr>
              <w:t>Resources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B30861" w:rsidRDefault="00525676" w:rsidP="005600A2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Signpost 7 Chapter 11 – Fractions, Percentages and Probability</w:t>
            </w:r>
          </w:p>
          <w:p w:rsidR="00B30861" w:rsidRDefault="00B30861" w:rsidP="00B308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>11:01</w:t>
            </w:r>
            <w:r>
              <w:rPr>
                <w:rFonts w:ascii="Tahoma" w:hAnsi="Tahoma" w:cs="Tahoma"/>
                <w:sz w:val="20"/>
                <w:szCs w:val="20"/>
              </w:rPr>
              <w:tab/>
              <w:t>Exploring Fractions</w:t>
            </w:r>
          </w:p>
          <w:p w:rsidR="00B30861" w:rsidRPr="009774EC" w:rsidRDefault="00B30861" w:rsidP="00B308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>11:02</w:t>
            </w:r>
            <w:r>
              <w:rPr>
                <w:rFonts w:ascii="Tahoma" w:hAnsi="Tahoma" w:cs="Tahoma"/>
                <w:sz w:val="20"/>
                <w:szCs w:val="20"/>
              </w:rPr>
              <w:tab/>
              <w:t>Comparing Fractions</w:t>
            </w:r>
          </w:p>
          <w:p w:rsidR="00B30861" w:rsidRPr="002E581A" w:rsidRDefault="00B30861" w:rsidP="00B308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>11:03</w:t>
            </w:r>
            <w:r>
              <w:rPr>
                <w:rFonts w:ascii="Tahoma" w:hAnsi="Tahoma" w:cs="Tahoma"/>
                <w:sz w:val="20"/>
                <w:szCs w:val="20"/>
              </w:rPr>
              <w:tab/>
              <w:t>Review of Fractions</w:t>
            </w:r>
          </w:p>
          <w:p w:rsidR="00DC461E" w:rsidRDefault="00525676" w:rsidP="005600A2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C461E" w:rsidRDefault="00DC461E" w:rsidP="005600A2">
            <w:pPr>
              <w:spacing w:after="120"/>
              <w:rPr>
                <w:sz w:val="20"/>
                <w:szCs w:val="20"/>
                <w:u w:val="single"/>
              </w:rPr>
            </w:pPr>
            <w:r w:rsidRPr="00DC461E">
              <w:rPr>
                <w:sz w:val="20"/>
                <w:szCs w:val="20"/>
                <w:u w:val="single"/>
              </w:rPr>
              <w:t>Vocabulary</w:t>
            </w:r>
          </w:p>
          <w:p w:rsidR="00B30861" w:rsidRPr="00B30861" w:rsidRDefault="00B30861" w:rsidP="005B5C4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fraction </w:t>
            </w:r>
            <w:r>
              <w:rPr>
                <w:rFonts w:cstheme="minorHAnsi"/>
                <w:sz w:val="20"/>
                <w:szCs w:val="20"/>
              </w:rPr>
              <w:t>• equivalent fractions • numerator • denominator • common denominator • improper fraction • mixed number</w:t>
            </w:r>
          </w:p>
        </w:tc>
      </w:tr>
      <w:tr w:rsidR="00784076" w:rsidTr="00525676">
        <w:trPr>
          <w:trHeight w:val="531"/>
        </w:trPr>
        <w:tc>
          <w:tcPr>
            <w:tcW w:w="10421" w:type="dxa"/>
            <w:gridSpan w:val="2"/>
            <w:shd w:val="clear" w:color="auto" w:fill="4F81BD" w:themeFill="accent1"/>
            <w:vAlign w:val="center"/>
          </w:tcPr>
          <w:p w:rsidR="00784076" w:rsidRPr="00DC461E" w:rsidRDefault="00784076" w:rsidP="00525676">
            <w:pPr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t>Topic</w:t>
            </w:r>
            <w:r w:rsidR="00B30861">
              <w:rPr>
                <w:b/>
                <w:color w:val="FFFFFF" w:themeColor="background1"/>
                <w:sz w:val="32"/>
              </w:rPr>
              <w:t xml:space="preserve"> 2</w:t>
            </w:r>
            <w:r>
              <w:rPr>
                <w:b/>
                <w:color w:val="FFFFFF" w:themeColor="background1"/>
                <w:sz w:val="32"/>
              </w:rPr>
              <w:t>:</w:t>
            </w:r>
            <w:r w:rsidR="00B30861">
              <w:rPr>
                <w:b/>
                <w:color w:val="FFFFFF" w:themeColor="background1"/>
                <w:sz w:val="32"/>
              </w:rPr>
              <w:t xml:space="preserve"> Operations with Fractions</w:t>
            </w:r>
          </w:p>
        </w:tc>
      </w:tr>
      <w:tr w:rsidR="00784076" w:rsidTr="00525676">
        <w:trPr>
          <w:trHeight w:val="411"/>
        </w:trPr>
        <w:tc>
          <w:tcPr>
            <w:tcW w:w="1809" w:type="dxa"/>
            <w:shd w:val="clear" w:color="auto" w:fill="auto"/>
          </w:tcPr>
          <w:p w:rsidR="00784076" w:rsidRPr="00CB4C32" w:rsidRDefault="00784076" w:rsidP="00525676">
            <w:pPr>
              <w:rPr>
                <w:b/>
              </w:rPr>
            </w:pPr>
            <w:r w:rsidRPr="00CB4C32">
              <w:rPr>
                <w:b/>
              </w:rPr>
              <w:t>Objectives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784076" w:rsidRDefault="00784076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should be able to</w:t>
            </w:r>
          </w:p>
          <w:p w:rsidR="00784076" w:rsidRDefault="00784076" w:rsidP="00525676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30861">
              <w:rPr>
                <w:sz w:val="20"/>
                <w:szCs w:val="20"/>
              </w:rPr>
              <w:t>Add and subtract fractions with like and unlike denominators</w:t>
            </w:r>
          </w:p>
          <w:p w:rsidR="00784076" w:rsidRDefault="00784076" w:rsidP="00525676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30861">
              <w:rPr>
                <w:sz w:val="20"/>
                <w:szCs w:val="20"/>
              </w:rPr>
              <w:t>M</w:t>
            </w:r>
            <w:r w:rsidR="00EF32D8">
              <w:rPr>
                <w:sz w:val="20"/>
                <w:szCs w:val="20"/>
              </w:rPr>
              <w:t>ultiply fractions and mixed numbers by first cross simplifying the factors first</w:t>
            </w:r>
          </w:p>
          <w:p w:rsidR="00784076" w:rsidRDefault="00784076" w:rsidP="00EF32D8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F32D8">
              <w:rPr>
                <w:sz w:val="20"/>
                <w:szCs w:val="20"/>
              </w:rPr>
              <w:t>Divide fractions and mixed numbers</w:t>
            </w:r>
          </w:p>
          <w:p w:rsidR="00EF32D8" w:rsidRPr="00EF32D8" w:rsidRDefault="00EF32D8" w:rsidP="00EF32D8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a quantity as a fraction of another quantity</w:t>
            </w:r>
          </w:p>
        </w:tc>
      </w:tr>
      <w:tr w:rsidR="00784076" w:rsidTr="00525676">
        <w:trPr>
          <w:trHeight w:val="411"/>
        </w:trPr>
        <w:tc>
          <w:tcPr>
            <w:tcW w:w="1809" w:type="dxa"/>
            <w:shd w:val="clear" w:color="auto" w:fill="auto"/>
          </w:tcPr>
          <w:p w:rsidR="00784076" w:rsidRPr="00CB4C32" w:rsidRDefault="00784076" w:rsidP="00525676">
            <w:pPr>
              <w:rPr>
                <w:b/>
              </w:rPr>
            </w:pPr>
            <w:r>
              <w:rPr>
                <w:b/>
              </w:rPr>
              <w:t>Guiding Questions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784076" w:rsidRDefault="00EF32D8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solve equations with fractions or mixed numbers?</w:t>
            </w:r>
          </w:p>
          <w:p w:rsidR="00EF32D8" w:rsidRDefault="00EF32D8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there a set of rules I can create to solve equations with fractions or mixed numbers?</w:t>
            </w:r>
          </w:p>
          <w:p w:rsidR="00EF32D8" w:rsidRDefault="00EF32D8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the easiest way to simplify an equation in order to solve it?</w:t>
            </w:r>
          </w:p>
        </w:tc>
      </w:tr>
      <w:tr w:rsidR="00784076" w:rsidTr="00525676">
        <w:trPr>
          <w:trHeight w:val="411"/>
        </w:trPr>
        <w:tc>
          <w:tcPr>
            <w:tcW w:w="1809" w:type="dxa"/>
            <w:shd w:val="clear" w:color="auto" w:fill="auto"/>
          </w:tcPr>
          <w:p w:rsidR="00784076" w:rsidRDefault="00784076" w:rsidP="00525676">
            <w:pPr>
              <w:rPr>
                <w:b/>
              </w:rPr>
            </w:pPr>
            <w:r>
              <w:rPr>
                <w:b/>
              </w:rPr>
              <w:t>Resources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EF32D8" w:rsidRDefault="00EF32D8" w:rsidP="00EF32D8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Signpost 7 Chapter 11 – Fractions, Percentages and Probability</w:t>
            </w:r>
          </w:p>
          <w:p w:rsidR="00EF32D8" w:rsidRDefault="00EF32D8" w:rsidP="00EF32D8">
            <w:pPr>
              <w:ind w:left="1449" w:hanging="709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11:04</w:t>
            </w:r>
            <w:r>
              <w:rPr>
                <w:rFonts w:ascii="Tahoma" w:hAnsi="Tahoma" w:cs="Tahoma"/>
                <w:sz w:val="20"/>
                <w:szCs w:val="20"/>
              </w:rPr>
              <w:tab/>
              <w:t>Addition and Subtraction of Fractions</w:t>
            </w:r>
          </w:p>
          <w:p w:rsidR="00EF32D8" w:rsidRPr="00AE5108" w:rsidRDefault="00EF32D8" w:rsidP="00EF32D8">
            <w:pPr>
              <w:ind w:left="1449" w:hanging="709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11:05</w:t>
            </w:r>
            <w:r>
              <w:rPr>
                <w:rFonts w:ascii="Tahoma" w:hAnsi="Tahoma" w:cs="Tahoma"/>
                <w:sz w:val="20"/>
                <w:szCs w:val="20"/>
              </w:rPr>
              <w:tab/>
              <w:t>Addition and Subtraction of Mixed Numbers</w:t>
            </w:r>
          </w:p>
          <w:p w:rsidR="00EF32D8" w:rsidRPr="002E581A" w:rsidRDefault="00EF32D8" w:rsidP="00EF32D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>11:06</w:t>
            </w:r>
            <w:r>
              <w:rPr>
                <w:rFonts w:ascii="Tahoma" w:hAnsi="Tahoma" w:cs="Tahoma"/>
                <w:sz w:val="20"/>
                <w:szCs w:val="20"/>
              </w:rPr>
              <w:tab/>
              <w:t>Multiplication of Fractions</w:t>
            </w:r>
          </w:p>
          <w:p w:rsidR="00EF32D8" w:rsidRDefault="00EF32D8" w:rsidP="00EF32D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>11:07</w:t>
            </w:r>
            <w:r>
              <w:rPr>
                <w:rFonts w:ascii="Tahoma" w:hAnsi="Tahoma" w:cs="Tahoma"/>
                <w:sz w:val="20"/>
                <w:szCs w:val="20"/>
              </w:rPr>
              <w:tab/>
              <w:t>Division involving Fractions</w:t>
            </w:r>
          </w:p>
          <w:p w:rsidR="00784076" w:rsidRDefault="00EF32D8" w:rsidP="00EF32D8">
            <w:pPr>
              <w:spacing w:after="120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  <w:t>11:08</w:t>
            </w:r>
            <w:r>
              <w:rPr>
                <w:rFonts w:ascii="Tahoma" w:hAnsi="Tahoma" w:cs="Tahoma"/>
                <w:sz w:val="20"/>
                <w:szCs w:val="20"/>
              </w:rPr>
              <w:tab/>
              <w:t>Fractions of Quantities</w:t>
            </w:r>
          </w:p>
          <w:p w:rsidR="00784076" w:rsidRDefault="00784076" w:rsidP="00525676">
            <w:pPr>
              <w:spacing w:after="120"/>
              <w:rPr>
                <w:sz w:val="20"/>
                <w:szCs w:val="20"/>
                <w:u w:val="single"/>
              </w:rPr>
            </w:pPr>
            <w:r w:rsidRPr="00DC461E">
              <w:rPr>
                <w:sz w:val="20"/>
                <w:szCs w:val="20"/>
                <w:u w:val="single"/>
              </w:rPr>
              <w:t>Vocabulary</w:t>
            </w:r>
          </w:p>
          <w:p w:rsidR="005B5C40" w:rsidRPr="005B5C40" w:rsidRDefault="005B5C40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lowest common denominator </w:t>
            </w:r>
            <w:r>
              <w:rPr>
                <w:rFonts w:cstheme="minorHAnsi"/>
                <w:sz w:val="20"/>
                <w:szCs w:val="20"/>
              </w:rPr>
              <w:t>• reciprocal • invert</w:t>
            </w:r>
          </w:p>
        </w:tc>
      </w:tr>
    </w:tbl>
    <w:p w:rsidR="005B5C40" w:rsidRDefault="005B5C40">
      <w:r>
        <w:br w:type="page"/>
      </w:r>
    </w:p>
    <w:tbl>
      <w:tblPr>
        <w:tblStyle w:val="TableGrid"/>
        <w:tblW w:w="0" w:type="auto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shd w:val="clear" w:color="auto" w:fill="4F81BD" w:themeFill="accent1"/>
        <w:tblCellMar>
          <w:top w:w="57" w:type="dxa"/>
          <w:bottom w:w="57" w:type="dxa"/>
        </w:tblCellMar>
        <w:tblLook w:val="04A0"/>
      </w:tblPr>
      <w:tblGrid>
        <w:gridCol w:w="1809"/>
        <w:gridCol w:w="8612"/>
      </w:tblGrid>
      <w:tr w:rsidR="00784076" w:rsidTr="00525676">
        <w:trPr>
          <w:trHeight w:val="531"/>
        </w:trPr>
        <w:tc>
          <w:tcPr>
            <w:tcW w:w="10421" w:type="dxa"/>
            <w:gridSpan w:val="2"/>
            <w:shd w:val="clear" w:color="auto" w:fill="4F81BD" w:themeFill="accent1"/>
            <w:vAlign w:val="center"/>
          </w:tcPr>
          <w:p w:rsidR="00784076" w:rsidRPr="00DC461E" w:rsidRDefault="00784076" w:rsidP="00525676">
            <w:pPr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lastRenderedPageBreak/>
              <w:t>Topic</w:t>
            </w:r>
            <w:r w:rsidR="005B5C40">
              <w:rPr>
                <w:b/>
                <w:color w:val="FFFFFF" w:themeColor="background1"/>
                <w:sz w:val="32"/>
              </w:rPr>
              <w:t xml:space="preserve"> 3: Review of Percentage</w:t>
            </w:r>
          </w:p>
        </w:tc>
      </w:tr>
      <w:tr w:rsidR="00784076" w:rsidTr="00525676">
        <w:trPr>
          <w:trHeight w:val="411"/>
        </w:trPr>
        <w:tc>
          <w:tcPr>
            <w:tcW w:w="1809" w:type="dxa"/>
            <w:shd w:val="clear" w:color="auto" w:fill="auto"/>
          </w:tcPr>
          <w:p w:rsidR="00784076" w:rsidRPr="00CB4C32" w:rsidRDefault="00784076" w:rsidP="00525676">
            <w:pPr>
              <w:rPr>
                <w:b/>
              </w:rPr>
            </w:pPr>
            <w:r w:rsidRPr="00CB4C32">
              <w:rPr>
                <w:b/>
              </w:rPr>
              <w:t>Objectives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784076" w:rsidRDefault="00784076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should be able to</w:t>
            </w:r>
          </w:p>
          <w:p w:rsidR="00784076" w:rsidRDefault="00784076" w:rsidP="00525676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B5C40">
              <w:rPr>
                <w:sz w:val="20"/>
                <w:szCs w:val="20"/>
              </w:rPr>
              <w:t>Define percentage</w:t>
            </w:r>
          </w:p>
          <w:p w:rsidR="005B5C40" w:rsidRPr="005B5C40" w:rsidRDefault="00784076" w:rsidP="005B5C40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B5C40">
              <w:rPr>
                <w:sz w:val="20"/>
                <w:szCs w:val="20"/>
              </w:rPr>
              <w:t>Write a fraction or mixed number as a percentage</w:t>
            </w:r>
          </w:p>
          <w:p w:rsidR="00784076" w:rsidRDefault="00784076" w:rsidP="00525676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B5C40">
              <w:rPr>
                <w:sz w:val="20"/>
                <w:szCs w:val="20"/>
              </w:rPr>
              <w:t>Write a percentage as a fraction or mixed number</w:t>
            </w:r>
          </w:p>
          <w:p w:rsidR="005B5C40" w:rsidRDefault="005B5C40" w:rsidP="00525676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Change a percentage to a decimal</w:t>
            </w:r>
          </w:p>
          <w:p w:rsidR="005B5C40" w:rsidRPr="005B5C40" w:rsidRDefault="00784076" w:rsidP="005B5C4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sz w:val="20"/>
                <w:szCs w:val="20"/>
              </w:rPr>
              <w:t xml:space="preserve"> </w:t>
            </w:r>
            <w:r w:rsidR="005B5C40">
              <w:rPr>
                <w:sz w:val="20"/>
                <w:szCs w:val="20"/>
              </w:rPr>
              <w:t>Change a decimal to a percentage</w:t>
            </w:r>
          </w:p>
        </w:tc>
      </w:tr>
      <w:tr w:rsidR="00784076" w:rsidTr="00525676">
        <w:trPr>
          <w:trHeight w:val="411"/>
        </w:trPr>
        <w:tc>
          <w:tcPr>
            <w:tcW w:w="1809" w:type="dxa"/>
            <w:shd w:val="clear" w:color="auto" w:fill="auto"/>
          </w:tcPr>
          <w:p w:rsidR="00784076" w:rsidRPr="00CB4C32" w:rsidRDefault="00784076" w:rsidP="00525676">
            <w:pPr>
              <w:rPr>
                <w:b/>
              </w:rPr>
            </w:pPr>
            <w:r>
              <w:rPr>
                <w:b/>
              </w:rPr>
              <w:t>Guiding Questions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784076" w:rsidRDefault="005B5C40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percent?</w:t>
            </w:r>
          </w:p>
          <w:p w:rsidR="005B5C40" w:rsidRDefault="005B5C40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can I write a fraction or decimal as a percentage?</w:t>
            </w:r>
          </w:p>
          <w:p w:rsidR="005B5C40" w:rsidRDefault="005B5C40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can I write a decimal or fraction as a percentage?</w:t>
            </w:r>
          </w:p>
        </w:tc>
      </w:tr>
      <w:tr w:rsidR="00784076" w:rsidTr="00525676">
        <w:trPr>
          <w:trHeight w:val="411"/>
        </w:trPr>
        <w:tc>
          <w:tcPr>
            <w:tcW w:w="1809" w:type="dxa"/>
            <w:shd w:val="clear" w:color="auto" w:fill="auto"/>
          </w:tcPr>
          <w:p w:rsidR="00784076" w:rsidRDefault="00784076" w:rsidP="00525676">
            <w:pPr>
              <w:rPr>
                <w:b/>
              </w:rPr>
            </w:pPr>
            <w:r>
              <w:rPr>
                <w:b/>
              </w:rPr>
              <w:t>Resources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784076" w:rsidRDefault="005B5C40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Signpost 7 Chapter 11 – Fractions, Percentage and Probability</w:t>
            </w:r>
          </w:p>
          <w:p w:rsidR="005B5C40" w:rsidRDefault="005B5C40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11: 09</w:t>
            </w:r>
            <w:r>
              <w:rPr>
                <w:sz w:val="20"/>
                <w:szCs w:val="20"/>
              </w:rPr>
              <w:tab/>
              <w:t>Review of Percentage</w:t>
            </w:r>
          </w:p>
          <w:p w:rsidR="005B5C40" w:rsidRDefault="005B5C40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11:10</w:t>
            </w:r>
            <w:r>
              <w:rPr>
                <w:sz w:val="20"/>
                <w:szCs w:val="20"/>
              </w:rPr>
              <w:tab/>
              <w:t>Changing Fractions and Decimals to Percentages</w:t>
            </w:r>
          </w:p>
          <w:p w:rsidR="005B5C40" w:rsidRPr="005B5C40" w:rsidRDefault="005B5C40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11:11</w:t>
            </w:r>
            <w:r>
              <w:rPr>
                <w:sz w:val="20"/>
                <w:szCs w:val="20"/>
              </w:rPr>
              <w:tab/>
              <w:t>Changing Percentages to Fractions and Decimals</w:t>
            </w:r>
          </w:p>
          <w:p w:rsidR="00784076" w:rsidRDefault="00784076" w:rsidP="00525676">
            <w:pPr>
              <w:spacing w:after="120"/>
              <w:rPr>
                <w:sz w:val="20"/>
                <w:szCs w:val="20"/>
              </w:rPr>
            </w:pPr>
          </w:p>
          <w:p w:rsidR="004B2247" w:rsidRDefault="00784076" w:rsidP="00525676">
            <w:pPr>
              <w:spacing w:after="120"/>
              <w:rPr>
                <w:sz w:val="20"/>
                <w:szCs w:val="20"/>
                <w:u w:val="single"/>
              </w:rPr>
            </w:pPr>
            <w:r w:rsidRPr="00DC461E">
              <w:rPr>
                <w:sz w:val="20"/>
                <w:szCs w:val="20"/>
                <w:u w:val="single"/>
              </w:rPr>
              <w:t>Vocabulary</w:t>
            </w:r>
          </w:p>
          <w:p w:rsidR="004B2247" w:rsidRPr="004B2247" w:rsidRDefault="004B2247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percentage</w:t>
            </w:r>
          </w:p>
        </w:tc>
      </w:tr>
      <w:tr w:rsidR="00784076" w:rsidTr="00525676">
        <w:trPr>
          <w:trHeight w:val="531"/>
        </w:trPr>
        <w:tc>
          <w:tcPr>
            <w:tcW w:w="10421" w:type="dxa"/>
            <w:gridSpan w:val="2"/>
            <w:shd w:val="clear" w:color="auto" w:fill="4F81BD" w:themeFill="accent1"/>
            <w:vAlign w:val="center"/>
          </w:tcPr>
          <w:p w:rsidR="00784076" w:rsidRPr="00DC461E" w:rsidRDefault="00784076" w:rsidP="00525676">
            <w:pPr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t>Topic</w:t>
            </w:r>
            <w:r w:rsidR="004B2247">
              <w:rPr>
                <w:b/>
                <w:color w:val="FFFFFF" w:themeColor="background1"/>
                <w:sz w:val="32"/>
              </w:rPr>
              <w:t xml:space="preserve"> 4: Percent Applications</w:t>
            </w:r>
          </w:p>
        </w:tc>
      </w:tr>
      <w:tr w:rsidR="00784076" w:rsidTr="00525676">
        <w:trPr>
          <w:trHeight w:val="411"/>
        </w:trPr>
        <w:tc>
          <w:tcPr>
            <w:tcW w:w="1809" w:type="dxa"/>
            <w:shd w:val="clear" w:color="auto" w:fill="auto"/>
          </w:tcPr>
          <w:p w:rsidR="00784076" w:rsidRPr="00CB4C32" w:rsidRDefault="00784076" w:rsidP="00525676">
            <w:pPr>
              <w:rPr>
                <w:b/>
              </w:rPr>
            </w:pPr>
            <w:r w:rsidRPr="00CB4C32">
              <w:rPr>
                <w:b/>
              </w:rPr>
              <w:t>Objectives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784076" w:rsidRDefault="00784076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should be able to</w:t>
            </w:r>
          </w:p>
          <w:p w:rsidR="00784076" w:rsidRDefault="00784076" w:rsidP="00525676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B2247">
              <w:rPr>
                <w:sz w:val="20"/>
                <w:szCs w:val="20"/>
              </w:rPr>
              <w:t xml:space="preserve">Find the percent of a </w:t>
            </w:r>
            <w:r w:rsidR="00175143">
              <w:rPr>
                <w:sz w:val="20"/>
                <w:szCs w:val="20"/>
              </w:rPr>
              <w:t>quantity</w:t>
            </w:r>
          </w:p>
          <w:p w:rsidR="00784076" w:rsidRDefault="00784076" w:rsidP="00525676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75143">
              <w:rPr>
                <w:sz w:val="20"/>
                <w:szCs w:val="20"/>
              </w:rPr>
              <w:t>Write one quantity as a percentage of another quantity</w:t>
            </w:r>
          </w:p>
          <w:p w:rsidR="00784076" w:rsidRPr="00175143" w:rsidRDefault="00784076" w:rsidP="00175143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75143">
              <w:rPr>
                <w:sz w:val="20"/>
                <w:szCs w:val="20"/>
              </w:rPr>
              <w:t>Use percent calculation so solve word problems</w:t>
            </w:r>
          </w:p>
        </w:tc>
      </w:tr>
      <w:tr w:rsidR="00784076" w:rsidTr="00525676">
        <w:trPr>
          <w:trHeight w:val="411"/>
        </w:trPr>
        <w:tc>
          <w:tcPr>
            <w:tcW w:w="1809" w:type="dxa"/>
            <w:shd w:val="clear" w:color="auto" w:fill="auto"/>
          </w:tcPr>
          <w:p w:rsidR="00784076" w:rsidRPr="00CB4C32" w:rsidRDefault="00784076" w:rsidP="00525676">
            <w:pPr>
              <w:rPr>
                <w:b/>
              </w:rPr>
            </w:pPr>
            <w:r>
              <w:rPr>
                <w:b/>
              </w:rPr>
              <w:t>Guiding Questions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784076" w:rsidRDefault="00175143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we express one quantity as a percentage of another quantity?</w:t>
            </w:r>
          </w:p>
          <w:p w:rsidR="00175143" w:rsidRDefault="00175143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we express a quantity as a percentage?</w:t>
            </w:r>
          </w:p>
          <w:p w:rsidR="00175143" w:rsidRDefault="00175143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</w:t>
            </w:r>
            <w:proofErr w:type="gramStart"/>
            <w:r>
              <w:rPr>
                <w:sz w:val="20"/>
                <w:szCs w:val="20"/>
              </w:rPr>
              <w:t>is percentage</w:t>
            </w:r>
            <w:proofErr w:type="gramEnd"/>
            <w:r>
              <w:rPr>
                <w:sz w:val="20"/>
                <w:szCs w:val="20"/>
              </w:rPr>
              <w:t xml:space="preserve"> used in daily life applications?</w:t>
            </w:r>
          </w:p>
        </w:tc>
      </w:tr>
      <w:tr w:rsidR="00784076" w:rsidTr="00525676">
        <w:trPr>
          <w:trHeight w:val="411"/>
        </w:trPr>
        <w:tc>
          <w:tcPr>
            <w:tcW w:w="1809" w:type="dxa"/>
            <w:shd w:val="clear" w:color="auto" w:fill="auto"/>
          </w:tcPr>
          <w:p w:rsidR="00784076" w:rsidRDefault="00784076" w:rsidP="00525676">
            <w:pPr>
              <w:rPr>
                <w:b/>
              </w:rPr>
            </w:pPr>
            <w:r>
              <w:rPr>
                <w:b/>
              </w:rPr>
              <w:t>Resources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784076" w:rsidRDefault="00175143" w:rsidP="0052567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Signpost 7 Chapter 11 – Fractions, Percentage, and Probability</w:t>
            </w:r>
          </w:p>
          <w:p w:rsidR="00175143" w:rsidRPr="007B6BDD" w:rsidRDefault="00175143" w:rsidP="00175143">
            <w:pPr>
              <w:spacing w:after="120"/>
              <w:ind w:left="1451" w:hanging="731"/>
              <w:rPr>
                <w:rFonts w:ascii="Tahoma" w:hAnsi="Tahoma" w:cs="Tahoma"/>
                <w:sz w:val="20"/>
                <w:szCs w:val="20"/>
              </w:rPr>
            </w:pPr>
            <w:r w:rsidRPr="007B6BDD">
              <w:rPr>
                <w:rFonts w:ascii="Tahoma" w:hAnsi="Tahoma" w:cs="Tahoma"/>
                <w:sz w:val="20"/>
                <w:szCs w:val="20"/>
              </w:rPr>
              <w:t>11:12</w:t>
            </w:r>
            <w:r w:rsidRPr="007B6BDD">
              <w:rPr>
                <w:rFonts w:ascii="Tahoma" w:hAnsi="Tahoma" w:cs="Tahoma"/>
                <w:sz w:val="20"/>
                <w:szCs w:val="20"/>
              </w:rPr>
              <w:tab/>
              <w:t>Percent of a Quantity</w:t>
            </w:r>
          </w:p>
          <w:p w:rsidR="00175143" w:rsidRPr="007B6BDD" w:rsidRDefault="00175143" w:rsidP="00175143">
            <w:pPr>
              <w:spacing w:after="120"/>
              <w:ind w:left="1451" w:hanging="731"/>
              <w:rPr>
                <w:rFonts w:ascii="Tahoma" w:hAnsi="Tahoma" w:cs="Tahoma"/>
                <w:sz w:val="20"/>
                <w:szCs w:val="20"/>
              </w:rPr>
            </w:pPr>
            <w:r w:rsidRPr="007B6BDD">
              <w:rPr>
                <w:rFonts w:ascii="Tahoma" w:hAnsi="Tahoma" w:cs="Tahoma"/>
                <w:sz w:val="20"/>
                <w:szCs w:val="20"/>
              </w:rPr>
              <w:t>11:13</w:t>
            </w:r>
            <w:r w:rsidRPr="007B6BDD">
              <w:rPr>
                <w:rFonts w:ascii="Tahoma" w:hAnsi="Tahoma" w:cs="Tahoma"/>
                <w:sz w:val="20"/>
                <w:szCs w:val="20"/>
              </w:rPr>
              <w:tab/>
              <w:t>One Quantity as a Percentage of Another</w:t>
            </w:r>
          </w:p>
          <w:p w:rsidR="00784076" w:rsidRPr="00175143" w:rsidRDefault="00175143" w:rsidP="00175143">
            <w:pPr>
              <w:spacing w:after="120"/>
              <w:ind w:left="1451" w:hanging="731"/>
              <w:rPr>
                <w:rFonts w:ascii="Tahoma" w:hAnsi="Tahoma" w:cs="Tahoma"/>
                <w:sz w:val="20"/>
                <w:szCs w:val="20"/>
              </w:rPr>
            </w:pPr>
            <w:r w:rsidRPr="007B6BDD">
              <w:rPr>
                <w:rFonts w:ascii="Tahoma" w:hAnsi="Tahoma" w:cs="Tahoma"/>
                <w:sz w:val="20"/>
                <w:szCs w:val="20"/>
              </w:rPr>
              <w:t>11:14</w:t>
            </w:r>
            <w:r w:rsidRPr="007B6BDD">
              <w:rPr>
                <w:rFonts w:ascii="Tahoma" w:hAnsi="Tahoma" w:cs="Tahoma"/>
                <w:sz w:val="20"/>
                <w:szCs w:val="20"/>
              </w:rPr>
              <w:tab/>
              <w:t>Applications of Fractions and Percentages</w:t>
            </w:r>
          </w:p>
        </w:tc>
      </w:tr>
    </w:tbl>
    <w:p w:rsidR="00482498" w:rsidRDefault="00482498" w:rsidP="0083331E">
      <w:pPr>
        <w:spacing w:after="120"/>
        <w:rPr>
          <w:i/>
        </w:rPr>
      </w:pPr>
    </w:p>
    <w:p w:rsidR="00482498" w:rsidRDefault="00482498" w:rsidP="0083331E">
      <w:pPr>
        <w:spacing w:after="120"/>
        <w:rPr>
          <w:i/>
        </w:rPr>
      </w:pPr>
    </w:p>
    <w:sectPr w:rsidR="00482498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C5909"/>
    <w:multiLevelType w:val="hybridMultilevel"/>
    <w:tmpl w:val="EB20D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FA00F1"/>
    <w:multiLevelType w:val="hybridMultilevel"/>
    <w:tmpl w:val="AEC2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686314"/>
    <w:multiLevelType w:val="hybridMultilevel"/>
    <w:tmpl w:val="5D76D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784076"/>
    <w:rsid w:val="0000007F"/>
    <w:rsid w:val="000001C4"/>
    <w:rsid w:val="00000607"/>
    <w:rsid w:val="00003FBD"/>
    <w:rsid w:val="000063AB"/>
    <w:rsid w:val="00006D70"/>
    <w:rsid w:val="00012FA2"/>
    <w:rsid w:val="00020740"/>
    <w:rsid w:val="00021072"/>
    <w:rsid w:val="00026530"/>
    <w:rsid w:val="00026797"/>
    <w:rsid w:val="00030FEF"/>
    <w:rsid w:val="00033C79"/>
    <w:rsid w:val="000376B5"/>
    <w:rsid w:val="000404D0"/>
    <w:rsid w:val="00040B16"/>
    <w:rsid w:val="00041E68"/>
    <w:rsid w:val="000439B3"/>
    <w:rsid w:val="00046B57"/>
    <w:rsid w:val="000515B3"/>
    <w:rsid w:val="00052C52"/>
    <w:rsid w:val="00053CC4"/>
    <w:rsid w:val="00053E31"/>
    <w:rsid w:val="0005559F"/>
    <w:rsid w:val="0006597A"/>
    <w:rsid w:val="00065A1A"/>
    <w:rsid w:val="00074304"/>
    <w:rsid w:val="00074DE0"/>
    <w:rsid w:val="0007699B"/>
    <w:rsid w:val="000806DF"/>
    <w:rsid w:val="000806E8"/>
    <w:rsid w:val="0008358D"/>
    <w:rsid w:val="00085B2C"/>
    <w:rsid w:val="000860AD"/>
    <w:rsid w:val="00086D3B"/>
    <w:rsid w:val="00094C93"/>
    <w:rsid w:val="00095075"/>
    <w:rsid w:val="000A5AFC"/>
    <w:rsid w:val="000A790D"/>
    <w:rsid w:val="000A79C9"/>
    <w:rsid w:val="000B0D53"/>
    <w:rsid w:val="000B4EDA"/>
    <w:rsid w:val="000C20A1"/>
    <w:rsid w:val="000D0616"/>
    <w:rsid w:val="000E438C"/>
    <w:rsid w:val="000E4FE3"/>
    <w:rsid w:val="000E6586"/>
    <w:rsid w:val="000E6B7B"/>
    <w:rsid w:val="000F4380"/>
    <w:rsid w:val="000F6A3A"/>
    <w:rsid w:val="000F7FEB"/>
    <w:rsid w:val="00101605"/>
    <w:rsid w:val="00101C28"/>
    <w:rsid w:val="00102EDC"/>
    <w:rsid w:val="00110699"/>
    <w:rsid w:val="00111B6C"/>
    <w:rsid w:val="00111E69"/>
    <w:rsid w:val="00114CDC"/>
    <w:rsid w:val="0012558E"/>
    <w:rsid w:val="001262A0"/>
    <w:rsid w:val="001303C7"/>
    <w:rsid w:val="001311C3"/>
    <w:rsid w:val="00131466"/>
    <w:rsid w:val="001333C9"/>
    <w:rsid w:val="001351BE"/>
    <w:rsid w:val="00136620"/>
    <w:rsid w:val="001378B6"/>
    <w:rsid w:val="001432DB"/>
    <w:rsid w:val="00144DD3"/>
    <w:rsid w:val="00150C3A"/>
    <w:rsid w:val="0015298F"/>
    <w:rsid w:val="001560E6"/>
    <w:rsid w:val="00157D44"/>
    <w:rsid w:val="00162152"/>
    <w:rsid w:val="00167517"/>
    <w:rsid w:val="00170808"/>
    <w:rsid w:val="00174206"/>
    <w:rsid w:val="00175143"/>
    <w:rsid w:val="00175887"/>
    <w:rsid w:val="00176C61"/>
    <w:rsid w:val="00180438"/>
    <w:rsid w:val="001826C8"/>
    <w:rsid w:val="00183142"/>
    <w:rsid w:val="001853FE"/>
    <w:rsid w:val="00187BDC"/>
    <w:rsid w:val="0019061B"/>
    <w:rsid w:val="0019486A"/>
    <w:rsid w:val="001955D5"/>
    <w:rsid w:val="00196DC7"/>
    <w:rsid w:val="001A0CB4"/>
    <w:rsid w:val="001A1289"/>
    <w:rsid w:val="001A60EE"/>
    <w:rsid w:val="001A7693"/>
    <w:rsid w:val="001B0B5A"/>
    <w:rsid w:val="001B1C03"/>
    <w:rsid w:val="001B1C32"/>
    <w:rsid w:val="001B2668"/>
    <w:rsid w:val="001B2CB4"/>
    <w:rsid w:val="001B57E4"/>
    <w:rsid w:val="001B5B6E"/>
    <w:rsid w:val="001C231D"/>
    <w:rsid w:val="001D2F74"/>
    <w:rsid w:val="001D7F7F"/>
    <w:rsid w:val="001E40AC"/>
    <w:rsid w:val="001E4868"/>
    <w:rsid w:val="001E56C7"/>
    <w:rsid w:val="001F2ECA"/>
    <w:rsid w:val="001F3094"/>
    <w:rsid w:val="00201D8A"/>
    <w:rsid w:val="00206141"/>
    <w:rsid w:val="00212D2F"/>
    <w:rsid w:val="00214FAD"/>
    <w:rsid w:val="00217887"/>
    <w:rsid w:val="002208EA"/>
    <w:rsid w:val="00221C27"/>
    <w:rsid w:val="0022216E"/>
    <w:rsid w:val="00224987"/>
    <w:rsid w:val="00225004"/>
    <w:rsid w:val="00227303"/>
    <w:rsid w:val="00227C26"/>
    <w:rsid w:val="00232129"/>
    <w:rsid w:val="00233B82"/>
    <w:rsid w:val="00243296"/>
    <w:rsid w:val="00243412"/>
    <w:rsid w:val="00252C38"/>
    <w:rsid w:val="002545B0"/>
    <w:rsid w:val="002553E8"/>
    <w:rsid w:val="00255E39"/>
    <w:rsid w:val="002575E1"/>
    <w:rsid w:val="00257744"/>
    <w:rsid w:val="0026161B"/>
    <w:rsid w:val="002632D6"/>
    <w:rsid w:val="00266E2A"/>
    <w:rsid w:val="00272638"/>
    <w:rsid w:val="002739C3"/>
    <w:rsid w:val="0028157B"/>
    <w:rsid w:val="002837C8"/>
    <w:rsid w:val="00286D97"/>
    <w:rsid w:val="00286F5E"/>
    <w:rsid w:val="00290950"/>
    <w:rsid w:val="00290DF8"/>
    <w:rsid w:val="002913CC"/>
    <w:rsid w:val="0029293E"/>
    <w:rsid w:val="00292D28"/>
    <w:rsid w:val="002949A7"/>
    <w:rsid w:val="002961A8"/>
    <w:rsid w:val="00297E0C"/>
    <w:rsid w:val="002A12FD"/>
    <w:rsid w:val="002A318C"/>
    <w:rsid w:val="002A38B8"/>
    <w:rsid w:val="002A6D3E"/>
    <w:rsid w:val="002B0110"/>
    <w:rsid w:val="002B22F8"/>
    <w:rsid w:val="002C03D9"/>
    <w:rsid w:val="002C14CE"/>
    <w:rsid w:val="002C61EF"/>
    <w:rsid w:val="002C764C"/>
    <w:rsid w:val="002D25C5"/>
    <w:rsid w:val="002E27B6"/>
    <w:rsid w:val="002E2E69"/>
    <w:rsid w:val="002E4E09"/>
    <w:rsid w:val="002F7644"/>
    <w:rsid w:val="003000BA"/>
    <w:rsid w:val="003004D9"/>
    <w:rsid w:val="003010C7"/>
    <w:rsid w:val="00303276"/>
    <w:rsid w:val="00304601"/>
    <w:rsid w:val="00304AD1"/>
    <w:rsid w:val="00304C19"/>
    <w:rsid w:val="00305428"/>
    <w:rsid w:val="00305954"/>
    <w:rsid w:val="00311BC7"/>
    <w:rsid w:val="003125E9"/>
    <w:rsid w:val="00323457"/>
    <w:rsid w:val="00323BC8"/>
    <w:rsid w:val="0032778C"/>
    <w:rsid w:val="00330115"/>
    <w:rsid w:val="00335400"/>
    <w:rsid w:val="00335592"/>
    <w:rsid w:val="00336EB6"/>
    <w:rsid w:val="00341074"/>
    <w:rsid w:val="00341A7D"/>
    <w:rsid w:val="00344AE9"/>
    <w:rsid w:val="003464F3"/>
    <w:rsid w:val="00356A4D"/>
    <w:rsid w:val="00357AC1"/>
    <w:rsid w:val="00363A28"/>
    <w:rsid w:val="0037070E"/>
    <w:rsid w:val="003711A0"/>
    <w:rsid w:val="003726B4"/>
    <w:rsid w:val="00380EC2"/>
    <w:rsid w:val="00383558"/>
    <w:rsid w:val="00384F20"/>
    <w:rsid w:val="003859A7"/>
    <w:rsid w:val="003875C7"/>
    <w:rsid w:val="00391E48"/>
    <w:rsid w:val="003936DB"/>
    <w:rsid w:val="003975B6"/>
    <w:rsid w:val="003B2622"/>
    <w:rsid w:val="003C34AC"/>
    <w:rsid w:val="003C5681"/>
    <w:rsid w:val="003C68C4"/>
    <w:rsid w:val="003D4DA2"/>
    <w:rsid w:val="003D70FF"/>
    <w:rsid w:val="003D7422"/>
    <w:rsid w:val="003E5C1F"/>
    <w:rsid w:val="003F355F"/>
    <w:rsid w:val="003F4A94"/>
    <w:rsid w:val="00403656"/>
    <w:rsid w:val="00410021"/>
    <w:rsid w:val="00410F8E"/>
    <w:rsid w:val="0041676A"/>
    <w:rsid w:val="00422D8D"/>
    <w:rsid w:val="00423E50"/>
    <w:rsid w:val="00430FD2"/>
    <w:rsid w:val="00434E47"/>
    <w:rsid w:val="00435EAE"/>
    <w:rsid w:val="00437CF2"/>
    <w:rsid w:val="0045114A"/>
    <w:rsid w:val="00455067"/>
    <w:rsid w:val="00457EE7"/>
    <w:rsid w:val="004640D0"/>
    <w:rsid w:val="00467103"/>
    <w:rsid w:val="0047004A"/>
    <w:rsid w:val="004740B4"/>
    <w:rsid w:val="00477728"/>
    <w:rsid w:val="00482498"/>
    <w:rsid w:val="004862C2"/>
    <w:rsid w:val="004913D7"/>
    <w:rsid w:val="00495260"/>
    <w:rsid w:val="004954F7"/>
    <w:rsid w:val="004A0CAE"/>
    <w:rsid w:val="004B0370"/>
    <w:rsid w:val="004B2247"/>
    <w:rsid w:val="004B6D8B"/>
    <w:rsid w:val="004D3BF4"/>
    <w:rsid w:val="004D4821"/>
    <w:rsid w:val="004D6DE6"/>
    <w:rsid w:val="004F6C5D"/>
    <w:rsid w:val="00502FC1"/>
    <w:rsid w:val="00505DC2"/>
    <w:rsid w:val="00510D13"/>
    <w:rsid w:val="005156DD"/>
    <w:rsid w:val="00521A25"/>
    <w:rsid w:val="00523066"/>
    <w:rsid w:val="00525676"/>
    <w:rsid w:val="00526B09"/>
    <w:rsid w:val="00527134"/>
    <w:rsid w:val="00533766"/>
    <w:rsid w:val="00533FF8"/>
    <w:rsid w:val="00535011"/>
    <w:rsid w:val="0053785A"/>
    <w:rsid w:val="0054017C"/>
    <w:rsid w:val="0054391F"/>
    <w:rsid w:val="005529EB"/>
    <w:rsid w:val="005547E3"/>
    <w:rsid w:val="00554B34"/>
    <w:rsid w:val="005600A2"/>
    <w:rsid w:val="00560929"/>
    <w:rsid w:val="005619BE"/>
    <w:rsid w:val="0056369C"/>
    <w:rsid w:val="00566086"/>
    <w:rsid w:val="00573807"/>
    <w:rsid w:val="0057776F"/>
    <w:rsid w:val="00585023"/>
    <w:rsid w:val="00586885"/>
    <w:rsid w:val="00594E75"/>
    <w:rsid w:val="00594F0F"/>
    <w:rsid w:val="00595304"/>
    <w:rsid w:val="0059594E"/>
    <w:rsid w:val="00596ADA"/>
    <w:rsid w:val="00597005"/>
    <w:rsid w:val="00597D10"/>
    <w:rsid w:val="005A40E6"/>
    <w:rsid w:val="005A5D63"/>
    <w:rsid w:val="005B07B6"/>
    <w:rsid w:val="005B3CA3"/>
    <w:rsid w:val="005B5C40"/>
    <w:rsid w:val="005B6688"/>
    <w:rsid w:val="005C19CB"/>
    <w:rsid w:val="005C3ED8"/>
    <w:rsid w:val="005C58E9"/>
    <w:rsid w:val="005C662C"/>
    <w:rsid w:val="005C7D39"/>
    <w:rsid w:val="005D0CB5"/>
    <w:rsid w:val="005D1FED"/>
    <w:rsid w:val="005D2CC5"/>
    <w:rsid w:val="005D4703"/>
    <w:rsid w:val="005D5C9D"/>
    <w:rsid w:val="005D63D1"/>
    <w:rsid w:val="005E06C0"/>
    <w:rsid w:val="005F1CB8"/>
    <w:rsid w:val="005F5E59"/>
    <w:rsid w:val="005F6317"/>
    <w:rsid w:val="0060073E"/>
    <w:rsid w:val="00601672"/>
    <w:rsid w:val="0060610C"/>
    <w:rsid w:val="00612228"/>
    <w:rsid w:val="00612EE6"/>
    <w:rsid w:val="00613E19"/>
    <w:rsid w:val="00614843"/>
    <w:rsid w:val="00615A5B"/>
    <w:rsid w:val="006217E7"/>
    <w:rsid w:val="0062371B"/>
    <w:rsid w:val="00626998"/>
    <w:rsid w:val="0063169F"/>
    <w:rsid w:val="0063676E"/>
    <w:rsid w:val="0063682B"/>
    <w:rsid w:val="006370D0"/>
    <w:rsid w:val="0064223F"/>
    <w:rsid w:val="006439E8"/>
    <w:rsid w:val="00644974"/>
    <w:rsid w:val="00644F0A"/>
    <w:rsid w:val="006509E6"/>
    <w:rsid w:val="006607D5"/>
    <w:rsid w:val="00665A05"/>
    <w:rsid w:val="00677F3D"/>
    <w:rsid w:val="00684D2C"/>
    <w:rsid w:val="006866BA"/>
    <w:rsid w:val="00690A5E"/>
    <w:rsid w:val="00690DC5"/>
    <w:rsid w:val="00692904"/>
    <w:rsid w:val="006A016B"/>
    <w:rsid w:val="006A2143"/>
    <w:rsid w:val="006A27EB"/>
    <w:rsid w:val="006A7113"/>
    <w:rsid w:val="006B5736"/>
    <w:rsid w:val="006B57AE"/>
    <w:rsid w:val="006B6EC5"/>
    <w:rsid w:val="006B7781"/>
    <w:rsid w:val="006C1D6D"/>
    <w:rsid w:val="006C59B4"/>
    <w:rsid w:val="006C7304"/>
    <w:rsid w:val="006D0FA2"/>
    <w:rsid w:val="006D2044"/>
    <w:rsid w:val="006E108F"/>
    <w:rsid w:val="006E3A9D"/>
    <w:rsid w:val="006E71CF"/>
    <w:rsid w:val="006F03C5"/>
    <w:rsid w:val="006F2FC6"/>
    <w:rsid w:val="006F4AF3"/>
    <w:rsid w:val="006F5A7E"/>
    <w:rsid w:val="006F64FD"/>
    <w:rsid w:val="006F76F2"/>
    <w:rsid w:val="007015A0"/>
    <w:rsid w:val="00702057"/>
    <w:rsid w:val="00702136"/>
    <w:rsid w:val="00711DA4"/>
    <w:rsid w:val="0071421F"/>
    <w:rsid w:val="007210B8"/>
    <w:rsid w:val="007222A1"/>
    <w:rsid w:val="00724E8B"/>
    <w:rsid w:val="00731C36"/>
    <w:rsid w:val="0073381F"/>
    <w:rsid w:val="007377EE"/>
    <w:rsid w:val="0074583A"/>
    <w:rsid w:val="00751354"/>
    <w:rsid w:val="0075593E"/>
    <w:rsid w:val="00766438"/>
    <w:rsid w:val="007732FD"/>
    <w:rsid w:val="00775895"/>
    <w:rsid w:val="00780D0E"/>
    <w:rsid w:val="00784076"/>
    <w:rsid w:val="00785185"/>
    <w:rsid w:val="00790932"/>
    <w:rsid w:val="007A06C2"/>
    <w:rsid w:val="007A16C1"/>
    <w:rsid w:val="007A6969"/>
    <w:rsid w:val="007B0B4B"/>
    <w:rsid w:val="007C4257"/>
    <w:rsid w:val="007D237E"/>
    <w:rsid w:val="007D7CAC"/>
    <w:rsid w:val="007E116C"/>
    <w:rsid w:val="007E3517"/>
    <w:rsid w:val="007E5AE0"/>
    <w:rsid w:val="007E6709"/>
    <w:rsid w:val="007F156C"/>
    <w:rsid w:val="007F4420"/>
    <w:rsid w:val="007F5D83"/>
    <w:rsid w:val="008021C2"/>
    <w:rsid w:val="00802967"/>
    <w:rsid w:val="00803A22"/>
    <w:rsid w:val="0081134B"/>
    <w:rsid w:val="00816D26"/>
    <w:rsid w:val="0081766A"/>
    <w:rsid w:val="00817A26"/>
    <w:rsid w:val="0082084C"/>
    <w:rsid w:val="0082164B"/>
    <w:rsid w:val="00822DB0"/>
    <w:rsid w:val="00824DE8"/>
    <w:rsid w:val="00826E1A"/>
    <w:rsid w:val="0083282C"/>
    <w:rsid w:val="0083331E"/>
    <w:rsid w:val="00833A8E"/>
    <w:rsid w:val="008400CF"/>
    <w:rsid w:val="00840A62"/>
    <w:rsid w:val="00840B7E"/>
    <w:rsid w:val="008423FF"/>
    <w:rsid w:val="00844EA2"/>
    <w:rsid w:val="0085236E"/>
    <w:rsid w:val="00854976"/>
    <w:rsid w:val="008602AD"/>
    <w:rsid w:val="008647E1"/>
    <w:rsid w:val="00867371"/>
    <w:rsid w:val="00867C9F"/>
    <w:rsid w:val="008702AE"/>
    <w:rsid w:val="00870861"/>
    <w:rsid w:val="00872F83"/>
    <w:rsid w:val="00874443"/>
    <w:rsid w:val="00874BCD"/>
    <w:rsid w:val="00875684"/>
    <w:rsid w:val="00877D78"/>
    <w:rsid w:val="00882A09"/>
    <w:rsid w:val="0088461F"/>
    <w:rsid w:val="00890072"/>
    <w:rsid w:val="008932F3"/>
    <w:rsid w:val="00893871"/>
    <w:rsid w:val="00896649"/>
    <w:rsid w:val="008A0447"/>
    <w:rsid w:val="008A43C8"/>
    <w:rsid w:val="008A57F9"/>
    <w:rsid w:val="008A5A08"/>
    <w:rsid w:val="008A7186"/>
    <w:rsid w:val="008B0880"/>
    <w:rsid w:val="008B2F49"/>
    <w:rsid w:val="008B60A2"/>
    <w:rsid w:val="008C6CB4"/>
    <w:rsid w:val="008C7F12"/>
    <w:rsid w:val="008D0627"/>
    <w:rsid w:val="008D3B4D"/>
    <w:rsid w:val="008D52A0"/>
    <w:rsid w:val="008D7F41"/>
    <w:rsid w:val="008E1B15"/>
    <w:rsid w:val="008E543C"/>
    <w:rsid w:val="008F0572"/>
    <w:rsid w:val="008F2102"/>
    <w:rsid w:val="009001E6"/>
    <w:rsid w:val="009002CB"/>
    <w:rsid w:val="00907229"/>
    <w:rsid w:val="00913CA5"/>
    <w:rsid w:val="00913CCC"/>
    <w:rsid w:val="009151FE"/>
    <w:rsid w:val="0092011D"/>
    <w:rsid w:val="00921246"/>
    <w:rsid w:val="0092169C"/>
    <w:rsid w:val="00923E26"/>
    <w:rsid w:val="00930F98"/>
    <w:rsid w:val="009343E8"/>
    <w:rsid w:val="00934662"/>
    <w:rsid w:val="00937BD0"/>
    <w:rsid w:val="00940760"/>
    <w:rsid w:val="009420D6"/>
    <w:rsid w:val="009422E6"/>
    <w:rsid w:val="00942DEF"/>
    <w:rsid w:val="0094754C"/>
    <w:rsid w:val="0095147E"/>
    <w:rsid w:val="00952AC5"/>
    <w:rsid w:val="0095467D"/>
    <w:rsid w:val="00960871"/>
    <w:rsid w:val="00960C3C"/>
    <w:rsid w:val="00963210"/>
    <w:rsid w:val="0097117A"/>
    <w:rsid w:val="00973D61"/>
    <w:rsid w:val="009774A9"/>
    <w:rsid w:val="00982238"/>
    <w:rsid w:val="00982B03"/>
    <w:rsid w:val="00983EFB"/>
    <w:rsid w:val="00986F52"/>
    <w:rsid w:val="00992FC5"/>
    <w:rsid w:val="00994148"/>
    <w:rsid w:val="00995BE5"/>
    <w:rsid w:val="00995DA2"/>
    <w:rsid w:val="009A2E7C"/>
    <w:rsid w:val="009A5A7C"/>
    <w:rsid w:val="009A5AA0"/>
    <w:rsid w:val="009A5B34"/>
    <w:rsid w:val="009B0D9D"/>
    <w:rsid w:val="009B2DE2"/>
    <w:rsid w:val="009B2EE9"/>
    <w:rsid w:val="009B3DA0"/>
    <w:rsid w:val="009B4C2C"/>
    <w:rsid w:val="009B5196"/>
    <w:rsid w:val="009B5569"/>
    <w:rsid w:val="009C1AAC"/>
    <w:rsid w:val="009C1CEF"/>
    <w:rsid w:val="009D3ECA"/>
    <w:rsid w:val="009E300E"/>
    <w:rsid w:val="009F01C4"/>
    <w:rsid w:val="009F2FD1"/>
    <w:rsid w:val="009F385D"/>
    <w:rsid w:val="00A01E20"/>
    <w:rsid w:val="00A05DAB"/>
    <w:rsid w:val="00A07260"/>
    <w:rsid w:val="00A07F73"/>
    <w:rsid w:val="00A1209B"/>
    <w:rsid w:val="00A150B6"/>
    <w:rsid w:val="00A25196"/>
    <w:rsid w:val="00A25888"/>
    <w:rsid w:val="00A25B1A"/>
    <w:rsid w:val="00A31AD4"/>
    <w:rsid w:val="00A31D6A"/>
    <w:rsid w:val="00A35635"/>
    <w:rsid w:val="00A35C3A"/>
    <w:rsid w:val="00A40D78"/>
    <w:rsid w:val="00A42DE7"/>
    <w:rsid w:val="00A50729"/>
    <w:rsid w:val="00A525E5"/>
    <w:rsid w:val="00A52BA0"/>
    <w:rsid w:val="00A5597D"/>
    <w:rsid w:val="00A5737E"/>
    <w:rsid w:val="00A57831"/>
    <w:rsid w:val="00A83858"/>
    <w:rsid w:val="00A83D62"/>
    <w:rsid w:val="00A84631"/>
    <w:rsid w:val="00A86FAC"/>
    <w:rsid w:val="00A93AC6"/>
    <w:rsid w:val="00AA1979"/>
    <w:rsid w:val="00AA4B48"/>
    <w:rsid w:val="00AA5DD6"/>
    <w:rsid w:val="00AA75FD"/>
    <w:rsid w:val="00AB05E2"/>
    <w:rsid w:val="00AB0BDC"/>
    <w:rsid w:val="00AB3664"/>
    <w:rsid w:val="00AB69BA"/>
    <w:rsid w:val="00AC0C8D"/>
    <w:rsid w:val="00AC265D"/>
    <w:rsid w:val="00AC386A"/>
    <w:rsid w:val="00AC4991"/>
    <w:rsid w:val="00AC53F1"/>
    <w:rsid w:val="00AD06BE"/>
    <w:rsid w:val="00AD360C"/>
    <w:rsid w:val="00AD370D"/>
    <w:rsid w:val="00AE591E"/>
    <w:rsid w:val="00AE79E1"/>
    <w:rsid w:val="00AF1165"/>
    <w:rsid w:val="00AF1CA0"/>
    <w:rsid w:val="00AF4E79"/>
    <w:rsid w:val="00B0653D"/>
    <w:rsid w:val="00B067A8"/>
    <w:rsid w:val="00B12971"/>
    <w:rsid w:val="00B22D39"/>
    <w:rsid w:val="00B30861"/>
    <w:rsid w:val="00B31426"/>
    <w:rsid w:val="00B365C0"/>
    <w:rsid w:val="00B43482"/>
    <w:rsid w:val="00B46164"/>
    <w:rsid w:val="00B46523"/>
    <w:rsid w:val="00B551CE"/>
    <w:rsid w:val="00B56E7F"/>
    <w:rsid w:val="00B61852"/>
    <w:rsid w:val="00B64378"/>
    <w:rsid w:val="00B712A6"/>
    <w:rsid w:val="00B83CC5"/>
    <w:rsid w:val="00B85FD5"/>
    <w:rsid w:val="00B878D3"/>
    <w:rsid w:val="00B905A3"/>
    <w:rsid w:val="00B910BE"/>
    <w:rsid w:val="00B91E8B"/>
    <w:rsid w:val="00B93A6A"/>
    <w:rsid w:val="00BA024F"/>
    <w:rsid w:val="00BA5D76"/>
    <w:rsid w:val="00BA713D"/>
    <w:rsid w:val="00BB150D"/>
    <w:rsid w:val="00BB4660"/>
    <w:rsid w:val="00BB5160"/>
    <w:rsid w:val="00BB5FDE"/>
    <w:rsid w:val="00BC085E"/>
    <w:rsid w:val="00BC19C3"/>
    <w:rsid w:val="00BC40B7"/>
    <w:rsid w:val="00BC5703"/>
    <w:rsid w:val="00BD2A75"/>
    <w:rsid w:val="00BD385C"/>
    <w:rsid w:val="00BD3C8F"/>
    <w:rsid w:val="00BD5E78"/>
    <w:rsid w:val="00BD6338"/>
    <w:rsid w:val="00BE773A"/>
    <w:rsid w:val="00BF032D"/>
    <w:rsid w:val="00BF47FE"/>
    <w:rsid w:val="00BF56B2"/>
    <w:rsid w:val="00C006D9"/>
    <w:rsid w:val="00C00A58"/>
    <w:rsid w:val="00C01BD0"/>
    <w:rsid w:val="00C03149"/>
    <w:rsid w:val="00C03DA0"/>
    <w:rsid w:val="00C04426"/>
    <w:rsid w:val="00C05FE0"/>
    <w:rsid w:val="00C07525"/>
    <w:rsid w:val="00C105D7"/>
    <w:rsid w:val="00C272A3"/>
    <w:rsid w:val="00C44349"/>
    <w:rsid w:val="00C44365"/>
    <w:rsid w:val="00C52AEB"/>
    <w:rsid w:val="00C6114A"/>
    <w:rsid w:val="00C61D65"/>
    <w:rsid w:val="00C655B0"/>
    <w:rsid w:val="00C663B2"/>
    <w:rsid w:val="00C74C84"/>
    <w:rsid w:val="00C74FDA"/>
    <w:rsid w:val="00C7626E"/>
    <w:rsid w:val="00C81C44"/>
    <w:rsid w:val="00C85742"/>
    <w:rsid w:val="00C902A9"/>
    <w:rsid w:val="00C92DF3"/>
    <w:rsid w:val="00C93B23"/>
    <w:rsid w:val="00C9471E"/>
    <w:rsid w:val="00C94AE7"/>
    <w:rsid w:val="00C96F58"/>
    <w:rsid w:val="00C970EB"/>
    <w:rsid w:val="00CA011A"/>
    <w:rsid w:val="00CA1FAF"/>
    <w:rsid w:val="00CA7599"/>
    <w:rsid w:val="00CB23BE"/>
    <w:rsid w:val="00CB2E3F"/>
    <w:rsid w:val="00CB4BFA"/>
    <w:rsid w:val="00CB5770"/>
    <w:rsid w:val="00CC2B93"/>
    <w:rsid w:val="00CC78AC"/>
    <w:rsid w:val="00CD1A24"/>
    <w:rsid w:val="00CD523A"/>
    <w:rsid w:val="00CD6209"/>
    <w:rsid w:val="00CE1127"/>
    <w:rsid w:val="00CE3B67"/>
    <w:rsid w:val="00CE6E27"/>
    <w:rsid w:val="00CE6EB0"/>
    <w:rsid w:val="00CE714D"/>
    <w:rsid w:val="00CF137D"/>
    <w:rsid w:val="00CF149D"/>
    <w:rsid w:val="00CF4B7B"/>
    <w:rsid w:val="00CF4C16"/>
    <w:rsid w:val="00D02117"/>
    <w:rsid w:val="00D03B29"/>
    <w:rsid w:val="00D0579B"/>
    <w:rsid w:val="00D10DF1"/>
    <w:rsid w:val="00D13DD5"/>
    <w:rsid w:val="00D20701"/>
    <w:rsid w:val="00D20737"/>
    <w:rsid w:val="00D224C0"/>
    <w:rsid w:val="00D23E43"/>
    <w:rsid w:val="00D31C43"/>
    <w:rsid w:val="00D40283"/>
    <w:rsid w:val="00D41C8B"/>
    <w:rsid w:val="00D464D5"/>
    <w:rsid w:val="00D46628"/>
    <w:rsid w:val="00D46EB1"/>
    <w:rsid w:val="00D50823"/>
    <w:rsid w:val="00D57127"/>
    <w:rsid w:val="00D61BA5"/>
    <w:rsid w:val="00D647D1"/>
    <w:rsid w:val="00D67C64"/>
    <w:rsid w:val="00D71F27"/>
    <w:rsid w:val="00D727EB"/>
    <w:rsid w:val="00D757B7"/>
    <w:rsid w:val="00D75ADE"/>
    <w:rsid w:val="00D77453"/>
    <w:rsid w:val="00D80318"/>
    <w:rsid w:val="00D806A8"/>
    <w:rsid w:val="00D80EA5"/>
    <w:rsid w:val="00D82B59"/>
    <w:rsid w:val="00D833F6"/>
    <w:rsid w:val="00D90070"/>
    <w:rsid w:val="00D90297"/>
    <w:rsid w:val="00D95408"/>
    <w:rsid w:val="00D963D2"/>
    <w:rsid w:val="00DA2891"/>
    <w:rsid w:val="00DA38A4"/>
    <w:rsid w:val="00DA4891"/>
    <w:rsid w:val="00DA714A"/>
    <w:rsid w:val="00DA7B54"/>
    <w:rsid w:val="00DB5B73"/>
    <w:rsid w:val="00DB5D38"/>
    <w:rsid w:val="00DB5FBB"/>
    <w:rsid w:val="00DC0269"/>
    <w:rsid w:val="00DC461E"/>
    <w:rsid w:val="00DC4C28"/>
    <w:rsid w:val="00DD21EB"/>
    <w:rsid w:val="00DD7433"/>
    <w:rsid w:val="00DE441E"/>
    <w:rsid w:val="00DE6C82"/>
    <w:rsid w:val="00DF436D"/>
    <w:rsid w:val="00DF6DE9"/>
    <w:rsid w:val="00E0222E"/>
    <w:rsid w:val="00E02CF7"/>
    <w:rsid w:val="00E10642"/>
    <w:rsid w:val="00E13E16"/>
    <w:rsid w:val="00E155C6"/>
    <w:rsid w:val="00E157E3"/>
    <w:rsid w:val="00E168E8"/>
    <w:rsid w:val="00E33246"/>
    <w:rsid w:val="00E33286"/>
    <w:rsid w:val="00E332A7"/>
    <w:rsid w:val="00E34F7A"/>
    <w:rsid w:val="00E4368B"/>
    <w:rsid w:val="00E43982"/>
    <w:rsid w:val="00E44EFA"/>
    <w:rsid w:val="00E50931"/>
    <w:rsid w:val="00E57A87"/>
    <w:rsid w:val="00E57C3A"/>
    <w:rsid w:val="00E651F1"/>
    <w:rsid w:val="00E66A66"/>
    <w:rsid w:val="00E72C0A"/>
    <w:rsid w:val="00E76968"/>
    <w:rsid w:val="00E81893"/>
    <w:rsid w:val="00E86A50"/>
    <w:rsid w:val="00E87224"/>
    <w:rsid w:val="00EA01B8"/>
    <w:rsid w:val="00EA1491"/>
    <w:rsid w:val="00EB0054"/>
    <w:rsid w:val="00EB19E8"/>
    <w:rsid w:val="00EB4F4A"/>
    <w:rsid w:val="00EB5D9C"/>
    <w:rsid w:val="00EB7E82"/>
    <w:rsid w:val="00EC7E12"/>
    <w:rsid w:val="00ED12AB"/>
    <w:rsid w:val="00ED1C51"/>
    <w:rsid w:val="00ED1FBC"/>
    <w:rsid w:val="00ED290C"/>
    <w:rsid w:val="00EE5296"/>
    <w:rsid w:val="00EE61C3"/>
    <w:rsid w:val="00EE7B5F"/>
    <w:rsid w:val="00EF2A98"/>
    <w:rsid w:val="00EF32D8"/>
    <w:rsid w:val="00F00C26"/>
    <w:rsid w:val="00F05C9C"/>
    <w:rsid w:val="00F07FF1"/>
    <w:rsid w:val="00F10ADA"/>
    <w:rsid w:val="00F1284A"/>
    <w:rsid w:val="00F154BF"/>
    <w:rsid w:val="00F17A31"/>
    <w:rsid w:val="00F2030A"/>
    <w:rsid w:val="00F33488"/>
    <w:rsid w:val="00F43939"/>
    <w:rsid w:val="00F4656E"/>
    <w:rsid w:val="00F56508"/>
    <w:rsid w:val="00F71BC0"/>
    <w:rsid w:val="00F71DE8"/>
    <w:rsid w:val="00F75EB4"/>
    <w:rsid w:val="00F76605"/>
    <w:rsid w:val="00F76E83"/>
    <w:rsid w:val="00F81A3B"/>
    <w:rsid w:val="00F82A02"/>
    <w:rsid w:val="00F87311"/>
    <w:rsid w:val="00F9178E"/>
    <w:rsid w:val="00F91D0A"/>
    <w:rsid w:val="00FA2AAC"/>
    <w:rsid w:val="00FA5137"/>
    <w:rsid w:val="00FB0B60"/>
    <w:rsid w:val="00FB3552"/>
    <w:rsid w:val="00FB46B4"/>
    <w:rsid w:val="00FB7C58"/>
    <w:rsid w:val="00FC099B"/>
    <w:rsid w:val="00FC3F69"/>
    <w:rsid w:val="00FC59F3"/>
    <w:rsid w:val="00FD0DBB"/>
    <w:rsid w:val="00FD6C6A"/>
    <w:rsid w:val="00FD6DF1"/>
    <w:rsid w:val="00FD743C"/>
    <w:rsid w:val="00FD7E13"/>
    <w:rsid w:val="00FE29A1"/>
    <w:rsid w:val="00FE3918"/>
    <w:rsid w:val="00FF062A"/>
    <w:rsid w:val="00FF321E"/>
    <w:rsid w:val="00FF4A2E"/>
    <w:rsid w:val="00FF5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2A3"/>
  </w:style>
  <w:style w:type="paragraph" w:styleId="Heading1">
    <w:name w:val="heading 1"/>
    <w:basedOn w:val="Normal"/>
    <w:next w:val="Normal"/>
    <w:link w:val="Heading1Char"/>
    <w:uiPriority w:val="9"/>
    <w:qFormat/>
    <w:rsid w:val="00C272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72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72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72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72A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72A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72A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72A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72A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72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72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272A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272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272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272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272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272A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272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272A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272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272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72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272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272A3"/>
    <w:rPr>
      <w:b/>
      <w:bCs/>
    </w:rPr>
  </w:style>
  <w:style w:type="character" w:styleId="Emphasis">
    <w:name w:val="Emphasis"/>
    <w:basedOn w:val="DefaultParagraphFont"/>
    <w:uiPriority w:val="20"/>
    <w:qFormat/>
    <w:rsid w:val="00C272A3"/>
    <w:rPr>
      <w:i/>
      <w:iCs/>
    </w:rPr>
  </w:style>
  <w:style w:type="paragraph" w:styleId="NoSpacing">
    <w:name w:val="No Spacing"/>
    <w:uiPriority w:val="1"/>
    <w:qFormat/>
    <w:rsid w:val="00C272A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272A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272A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272A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72A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72A3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272A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272A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272A3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272A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272A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72A3"/>
    <w:pPr>
      <w:outlineLvl w:val="9"/>
    </w:pPr>
  </w:style>
  <w:style w:type="table" w:styleId="TableGrid">
    <w:name w:val="Table Grid"/>
    <w:basedOn w:val="TableNormal"/>
    <w:uiPriority w:val="59"/>
    <w:rsid w:val="005600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Workgroups\Department%20-%20MS%20Maths-Science\Mathematics\Document%20Templates\Student%20Unit%20Outlin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3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Student Unit Outline Template.dotx</Template>
  <TotalTime>1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2</cp:revision>
  <dcterms:created xsi:type="dcterms:W3CDTF">2010-01-29T03:52:00Z</dcterms:created>
  <dcterms:modified xsi:type="dcterms:W3CDTF">2010-01-29T03:52:00Z</dcterms:modified>
</cp:coreProperties>
</file>